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92" w:rsidRPr="009C1D14" w:rsidRDefault="00354592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354592" w:rsidRPr="009C1D14" w:rsidRDefault="00354592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354592" w:rsidRPr="009C1D14" w:rsidRDefault="00354592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354592" w:rsidRPr="009C1D14" w:rsidRDefault="00354592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354592" w:rsidRPr="009C1D14" w:rsidRDefault="00354592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354592" w:rsidRPr="009C1D14" w:rsidRDefault="00354592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354592" w:rsidRPr="009C1D14" w:rsidRDefault="00354592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354592" w:rsidRPr="009C1D14" w:rsidRDefault="00354592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354592" w:rsidRPr="00C46EE8" w:rsidRDefault="00354592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val="ru-RU" w:eastAsia="bg-BG"/>
        </w:rPr>
        <w:t>8</w:t>
      </w:r>
      <w:r>
        <w:rPr>
          <w:b/>
          <w:bCs/>
          <w:i/>
          <w:iCs/>
          <w:sz w:val="22"/>
          <w:szCs w:val="22"/>
          <w:lang w:eastAsia="bg-BG"/>
        </w:rPr>
        <w:t>1</w:t>
      </w:r>
      <w:r w:rsidRPr="00C46EE8">
        <w:rPr>
          <w:b/>
          <w:bCs/>
          <w:i/>
          <w:iCs/>
          <w:sz w:val="22"/>
          <w:szCs w:val="22"/>
          <w:lang w:val="ru-RU" w:eastAsia="bg-BG"/>
        </w:rPr>
        <w:t>1</w:t>
      </w:r>
    </w:p>
    <w:p w:rsidR="00354592" w:rsidRPr="009C1D14" w:rsidRDefault="00354592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354592" w:rsidRPr="009C1D14" w:rsidRDefault="00354592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354592" w:rsidRPr="009C1D14" w:rsidRDefault="00354592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354592" w:rsidRPr="009C1D14" w:rsidRDefault="00354592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354592" w:rsidRPr="009C1D14" w:rsidRDefault="00354592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354592" w:rsidRPr="009C1D14" w:rsidRDefault="00354592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354592" w:rsidRPr="009C1D14" w:rsidRDefault="00354592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354592" w:rsidRPr="009C1D14" w:rsidRDefault="00354592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354592" w:rsidRPr="009C1D14" w:rsidRDefault="00354592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354592" w:rsidRPr="009C1D14" w:rsidRDefault="00354592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354592" w:rsidRPr="009C1D14" w:rsidRDefault="00354592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>
        <w:rPr>
          <w:b/>
          <w:bCs/>
          <w:i/>
          <w:iCs/>
          <w:color w:val="000000"/>
          <w:sz w:val="22"/>
          <w:szCs w:val="22"/>
          <w:lang w:val="ru-RU"/>
        </w:rPr>
        <w:t>8</w:t>
      </w:r>
      <w:r w:rsidRPr="00F736CA">
        <w:rPr>
          <w:b/>
          <w:bCs/>
          <w:i/>
          <w:iCs/>
          <w:color w:val="000000"/>
          <w:sz w:val="22"/>
          <w:szCs w:val="22"/>
          <w:lang w:val="ru-RU"/>
        </w:rPr>
        <w:t>1</w:t>
      </w:r>
      <w:r w:rsidRPr="00F4609D">
        <w:rPr>
          <w:b/>
          <w:bCs/>
          <w:i/>
          <w:iCs/>
          <w:color w:val="000000"/>
          <w:sz w:val="22"/>
          <w:szCs w:val="22"/>
          <w:lang w:val="ru-RU"/>
        </w:rPr>
        <w:t>1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C46EE8">
        <w:rPr>
          <w:i/>
          <w:iCs/>
          <w:sz w:val="22"/>
          <w:szCs w:val="22"/>
          <w:lang w:val="ru-RU"/>
        </w:rPr>
        <w:t>8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354592" w:rsidRPr="009C1D14" w:rsidRDefault="00354592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354592" w:rsidRPr="009C1D14" w:rsidRDefault="00354592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354592" w:rsidRPr="009C1D14" w:rsidRDefault="00354592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354592" w:rsidRPr="009C1D14" w:rsidRDefault="00354592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354592" w:rsidRPr="009C1D14" w:rsidRDefault="00354592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354592" w:rsidRPr="009C1D14" w:rsidRDefault="00354592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354592" w:rsidRPr="009C1D14" w:rsidRDefault="00354592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354592" w:rsidRPr="009C1D14" w:rsidRDefault="00354592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354592" w:rsidRPr="009C1D14" w:rsidRDefault="00354592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354592" w:rsidRPr="009C1D14" w:rsidRDefault="00354592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354592" w:rsidRPr="009C1D14" w:rsidRDefault="00354592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354592" w:rsidRPr="009C1D14" w:rsidRDefault="00354592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354592" w:rsidRPr="009C1D14" w:rsidRDefault="00354592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354592" w:rsidRPr="009C1D14" w:rsidRDefault="00354592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354592" w:rsidRPr="009C1D14" w:rsidRDefault="00354592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354592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04F17"/>
    <w:rsid w:val="0001081C"/>
    <w:rsid w:val="0008293C"/>
    <w:rsid w:val="000970E3"/>
    <w:rsid w:val="000D50B7"/>
    <w:rsid w:val="000D73C4"/>
    <w:rsid w:val="000E41C7"/>
    <w:rsid w:val="00113024"/>
    <w:rsid w:val="00174250"/>
    <w:rsid w:val="00192C5C"/>
    <w:rsid w:val="001D28AE"/>
    <w:rsid w:val="001E3C70"/>
    <w:rsid w:val="00263170"/>
    <w:rsid w:val="00294874"/>
    <w:rsid w:val="002C0818"/>
    <w:rsid w:val="00325911"/>
    <w:rsid w:val="00353AE5"/>
    <w:rsid w:val="00354592"/>
    <w:rsid w:val="00380C55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1380E"/>
    <w:rsid w:val="0064781B"/>
    <w:rsid w:val="00652BFA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90DF3"/>
    <w:rsid w:val="007A2F4D"/>
    <w:rsid w:val="00804883"/>
    <w:rsid w:val="008112CC"/>
    <w:rsid w:val="00855EA8"/>
    <w:rsid w:val="008A7C36"/>
    <w:rsid w:val="008B2ABB"/>
    <w:rsid w:val="008E155D"/>
    <w:rsid w:val="008F752B"/>
    <w:rsid w:val="0092460C"/>
    <w:rsid w:val="009606A8"/>
    <w:rsid w:val="009C1D14"/>
    <w:rsid w:val="009E0252"/>
    <w:rsid w:val="009E7E2F"/>
    <w:rsid w:val="00A05DD4"/>
    <w:rsid w:val="00A13D62"/>
    <w:rsid w:val="00A27500"/>
    <w:rsid w:val="00A7588F"/>
    <w:rsid w:val="00A873DC"/>
    <w:rsid w:val="00AE037F"/>
    <w:rsid w:val="00AE5BA0"/>
    <w:rsid w:val="00B00F80"/>
    <w:rsid w:val="00B36C96"/>
    <w:rsid w:val="00B70430"/>
    <w:rsid w:val="00BD0173"/>
    <w:rsid w:val="00C117CA"/>
    <w:rsid w:val="00C36E90"/>
    <w:rsid w:val="00C46EE8"/>
    <w:rsid w:val="00C63C89"/>
    <w:rsid w:val="00C738E7"/>
    <w:rsid w:val="00C90BD7"/>
    <w:rsid w:val="00C930B6"/>
    <w:rsid w:val="00CA34A3"/>
    <w:rsid w:val="00CA5326"/>
    <w:rsid w:val="00CD4980"/>
    <w:rsid w:val="00D11A78"/>
    <w:rsid w:val="00D16727"/>
    <w:rsid w:val="00D42001"/>
    <w:rsid w:val="00D5067E"/>
    <w:rsid w:val="00D64597"/>
    <w:rsid w:val="00D700CD"/>
    <w:rsid w:val="00D80E9F"/>
    <w:rsid w:val="00D812F1"/>
    <w:rsid w:val="00D91AA6"/>
    <w:rsid w:val="00DC7656"/>
    <w:rsid w:val="00DE313A"/>
    <w:rsid w:val="00E16B21"/>
    <w:rsid w:val="00E56625"/>
    <w:rsid w:val="00EB1480"/>
    <w:rsid w:val="00EC69B6"/>
    <w:rsid w:val="00ED6D55"/>
    <w:rsid w:val="00F25829"/>
    <w:rsid w:val="00F30F3E"/>
    <w:rsid w:val="00F4609D"/>
    <w:rsid w:val="00F50545"/>
    <w:rsid w:val="00F736CA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16</cp:revision>
  <cp:lastPrinted>2014-03-17T11:16:00Z</cp:lastPrinted>
  <dcterms:created xsi:type="dcterms:W3CDTF">2015-11-18T08:11:00Z</dcterms:created>
  <dcterms:modified xsi:type="dcterms:W3CDTF">2018-01-04T08:41:00Z</dcterms:modified>
</cp:coreProperties>
</file>