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30" w:rsidRPr="009C1D14" w:rsidRDefault="00B70430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B70430" w:rsidRPr="009C1D14" w:rsidRDefault="00B70430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B70430" w:rsidRPr="009C1D14" w:rsidRDefault="00B70430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B70430" w:rsidRPr="009C1D14" w:rsidRDefault="00B70430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ru-RU"/>
        </w:rPr>
        <w:t>ЦЕНОВО ПРЕДЛОЖЕНИЕ (</w:t>
      </w:r>
      <w:r w:rsidRPr="009C1D14">
        <w:rPr>
          <w:b/>
          <w:bCs/>
          <w:i/>
          <w:iCs/>
          <w:sz w:val="22"/>
          <w:szCs w:val="22"/>
          <w:lang w:val="bg-BG"/>
        </w:rPr>
        <w:t>ОФЕРТА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B70430" w:rsidRPr="009C1D14" w:rsidRDefault="00B70430" w:rsidP="009C1D14">
      <w:pPr>
        <w:spacing w:after="120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B70430" w:rsidRPr="009C1D14" w:rsidRDefault="00B70430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За участие в  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9C1D14">
        <w:rPr>
          <w:rFonts w:ascii="Calibri" w:hAnsi="Calibri" w:cs="Calibri"/>
          <w:i/>
          <w:iCs/>
          <w:sz w:val="22"/>
          <w:szCs w:val="22"/>
          <w:lang w:val="ru-RU"/>
        </w:rPr>
        <w:t>открит конкурс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294874">
        <w:rPr>
          <w:rFonts w:ascii="Calibri" w:hAnsi="Calibri" w:cs="Calibri"/>
          <w:b w:val="0"/>
          <w:bCs w:val="0"/>
          <w:i/>
          <w:iCs/>
          <w:sz w:val="22"/>
          <w:szCs w:val="22"/>
          <w:lang w:val="bg-BG"/>
        </w:rPr>
        <w:t>за възлагане на дейности в ОГТ, съгласно</w:t>
      </w:r>
      <w:r w:rsidRPr="009C1D14"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9C1D14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 за условията и реда за  възлагане изпълнението на дейности  в горските територии – държавна и общинска  собственост .</w:t>
      </w:r>
    </w:p>
    <w:p w:rsidR="00B70430" w:rsidRPr="009C1D14" w:rsidRDefault="00B70430" w:rsidP="00174250">
      <w:pPr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B70430" w:rsidRPr="009C1D14" w:rsidRDefault="00B70430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B70430" w:rsidRPr="00C46EE8" w:rsidRDefault="00B70430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ru-RU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</w:t>
      </w:r>
      <w:r w:rsidRPr="00C46EE8">
        <w:rPr>
          <w:b/>
          <w:bCs/>
          <w:i/>
          <w:iCs/>
          <w:sz w:val="22"/>
          <w:szCs w:val="22"/>
          <w:lang w:val="ru-RU" w:eastAsia="bg-BG"/>
        </w:rPr>
        <w:t>801</w:t>
      </w:r>
    </w:p>
    <w:p w:rsidR="00B70430" w:rsidRPr="009C1D14" w:rsidRDefault="00B70430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B70430" w:rsidRPr="009C1D14" w:rsidRDefault="00B70430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B70430" w:rsidRPr="009C1D14" w:rsidRDefault="00B70430" w:rsidP="00D80E9F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  <w:r>
        <w:rPr>
          <w:i/>
          <w:iCs/>
          <w:sz w:val="22"/>
          <w:szCs w:val="22"/>
          <w:lang w:val="bg-BG"/>
        </w:rPr>
        <w:t>……………………………..</w:t>
      </w:r>
    </w:p>
    <w:p w:rsidR="00B70430" w:rsidRPr="009C1D14" w:rsidRDefault="00B70430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на фирмата)</w:t>
      </w:r>
    </w:p>
    <w:p w:rsidR="00B70430" w:rsidRPr="009C1D14" w:rsidRDefault="00B70430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и е подписано от ………………………</w:t>
      </w:r>
      <w:r>
        <w:rPr>
          <w:i/>
          <w:iCs/>
          <w:sz w:val="22"/>
          <w:szCs w:val="22"/>
          <w:lang w:val="bg-BG"/>
        </w:rPr>
        <w:t>…………………………………….</w:t>
      </w:r>
      <w:r w:rsidRPr="009C1D14">
        <w:rPr>
          <w:i/>
          <w:iCs/>
          <w:sz w:val="22"/>
          <w:szCs w:val="22"/>
          <w:lang w:val="bg-BG"/>
        </w:rPr>
        <w:t>……………………………….....................................</w:t>
      </w:r>
    </w:p>
    <w:p w:rsidR="00B70430" w:rsidRPr="009C1D14" w:rsidRDefault="00B70430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(име и ЕГН)</w:t>
      </w:r>
    </w:p>
    <w:p w:rsidR="00B70430" w:rsidRPr="009C1D14" w:rsidRDefault="00B70430" w:rsidP="00D80E9F">
      <w:pPr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B70430" w:rsidRPr="009C1D14" w:rsidRDefault="00B70430" w:rsidP="00ED6D55">
      <w:pPr>
        <w:ind w:left="1416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B70430" w:rsidRPr="009C1D14" w:rsidRDefault="00B70430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B70430" w:rsidRPr="009C1D14" w:rsidRDefault="00B70430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Кмет,</w:t>
      </w:r>
    </w:p>
    <w:p w:rsidR="00B70430" w:rsidRPr="009C1D14" w:rsidRDefault="00B70430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С настоящето предложение кандидатстваме за 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>Обект № 1</w:t>
      </w:r>
      <w:r w:rsidRPr="00F4609D">
        <w:rPr>
          <w:b/>
          <w:bCs/>
          <w:i/>
          <w:iCs/>
          <w:color w:val="000000"/>
          <w:sz w:val="22"/>
          <w:szCs w:val="22"/>
          <w:lang w:val="ru-RU"/>
        </w:rPr>
        <w:t>801</w:t>
      </w:r>
      <w:r w:rsidRPr="009C1D14">
        <w:rPr>
          <w:b/>
          <w:bCs/>
          <w:i/>
          <w:iCs/>
          <w:color w:val="000000"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в ОГТ собственос</w:t>
      </w:r>
      <w:r>
        <w:rPr>
          <w:i/>
          <w:iCs/>
          <w:sz w:val="22"/>
          <w:szCs w:val="22"/>
          <w:lang w:val="bg-BG"/>
        </w:rPr>
        <w:t>т на Община Твърдица  – ЛСФ 201</w:t>
      </w:r>
      <w:r w:rsidRPr="00C46EE8">
        <w:rPr>
          <w:i/>
          <w:iCs/>
          <w:sz w:val="22"/>
          <w:szCs w:val="22"/>
          <w:lang w:val="ru-RU"/>
        </w:rPr>
        <w:t>8</w:t>
      </w:r>
      <w:r w:rsidRPr="009C1D14">
        <w:rPr>
          <w:i/>
          <w:iCs/>
          <w:sz w:val="22"/>
          <w:szCs w:val="22"/>
          <w:lang w:val="bg-BG"/>
        </w:rPr>
        <w:t>г.,</w:t>
      </w:r>
      <w:r w:rsidRPr="009C1D14">
        <w:rPr>
          <w:i/>
          <w:iCs/>
          <w:sz w:val="22"/>
          <w:szCs w:val="22"/>
          <w:lang w:val="ru-RU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като :</w:t>
      </w:r>
    </w:p>
    <w:p w:rsidR="00B70430" w:rsidRPr="009C1D14" w:rsidRDefault="00B70430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B70430" w:rsidRPr="009C1D14" w:rsidRDefault="00B70430" w:rsidP="00EC69B6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ru-RU"/>
        </w:rPr>
        <w:t>1.</w:t>
      </w:r>
      <w:r w:rsidRPr="009C1D14">
        <w:rPr>
          <w:i/>
          <w:iCs/>
          <w:sz w:val="22"/>
          <w:szCs w:val="22"/>
          <w:lang w:val="bg-BG"/>
        </w:rPr>
        <w:t>Предлагаме цена:</w:t>
      </w:r>
    </w:p>
    <w:p w:rsidR="00B70430" w:rsidRPr="009C1D14" w:rsidRDefault="00B70430" w:rsidP="00C90BD7">
      <w:pPr>
        <w:rPr>
          <w:rFonts w:cs="Times New Roman"/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1.1.За </w:t>
      </w:r>
      <w:r w:rsidRPr="009C1D14">
        <w:rPr>
          <w:i/>
          <w:iCs/>
          <w:lang w:val="ru-RU" w:eastAsia="bg-BG"/>
        </w:rPr>
        <w:t xml:space="preserve">сеч в горски насаждения, разкройване на асортименти по БДС, извоз до временен склад и рампиране на </w:t>
      </w:r>
      <w:r w:rsidRPr="009C1D14">
        <w:rPr>
          <w:i/>
          <w:iCs/>
          <w:sz w:val="22"/>
          <w:szCs w:val="22"/>
          <w:lang w:val="bg-BG"/>
        </w:rPr>
        <w:t xml:space="preserve">прогнозно количество </w:t>
      </w:r>
      <w:r w:rsidRPr="009C1D14">
        <w:rPr>
          <w:i/>
          <w:iCs/>
          <w:lang w:val="ru-RU" w:eastAsia="bg-BG"/>
        </w:rPr>
        <w:t>маркирана дървесина</w:t>
      </w:r>
      <w:r w:rsidRPr="009C1D14">
        <w:rPr>
          <w:i/>
          <w:iCs/>
          <w:sz w:val="22"/>
          <w:szCs w:val="22"/>
          <w:lang w:val="bg-BG"/>
        </w:rPr>
        <w:t xml:space="preserve"> ……</w:t>
      </w:r>
      <w:r>
        <w:rPr>
          <w:i/>
          <w:iCs/>
          <w:sz w:val="22"/>
          <w:szCs w:val="22"/>
          <w:lang w:val="bg-BG"/>
        </w:rPr>
        <w:t>……..</w:t>
      </w:r>
      <w:r w:rsidRPr="009C1D14">
        <w:rPr>
          <w:i/>
          <w:iCs/>
          <w:sz w:val="22"/>
          <w:szCs w:val="22"/>
          <w:lang w:val="bg-BG"/>
        </w:rPr>
        <w:t xml:space="preserve">................пл.м³ на стойност  .............................лв. без  ДДС . /словом...............................................................................................лв./без ДДС. </w:t>
      </w:r>
    </w:p>
    <w:p w:rsidR="00B70430" w:rsidRPr="009C1D14" w:rsidRDefault="00B70430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>
        <w:rPr>
          <w:i/>
          <w:iCs/>
          <w:sz w:val="22"/>
          <w:szCs w:val="22"/>
          <w:lang w:val="bg-BG"/>
        </w:rPr>
        <w:t>1.2.За ремонт</w:t>
      </w:r>
      <w:r w:rsidRPr="009C1D14">
        <w:rPr>
          <w:i/>
          <w:iCs/>
          <w:sz w:val="22"/>
          <w:szCs w:val="22"/>
          <w:lang w:val="bg-BG"/>
        </w:rPr>
        <w:t xml:space="preserve">   на   ВГП  .................................лв.</w:t>
      </w:r>
      <w:r>
        <w:rPr>
          <w:i/>
          <w:iCs/>
          <w:sz w:val="22"/>
          <w:szCs w:val="22"/>
          <w:lang w:val="bg-BG"/>
        </w:rPr>
        <w:t xml:space="preserve"> </w:t>
      </w:r>
      <w:r w:rsidRPr="009C1D14">
        <w:rPr>
          <w:i/>
          <w:iCs/>
          <w:sz w:val="22"/>
          <w:szCs w:val="22"/>
          <w:lang w:val="bg-BG"/>
        </w:rPr>
        <w:t>без ДДС.</w:t>
      </w:r>
      <w:r w:rsidRPr="009C1D14">
        <w:rPr>
          <w:i/>
          <w:iCs/>
          <w:sz w:val="22"/>
          <w:szCs w:val="22"/>
          <w:lang w:val="ru-RU"/>
        </w:rPr>
        <w:t xml:space="preserve"> </w:t>
      </w:r>
    </w:p>
    <w:p w:rsidR="00B70430" w:rsidRPr="009C1D14" w:rsidRDefault="00B70430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 xml:space="preserve">/словом .........................................................................................................................................лв./без ДДС.  </w:t>
      </w:r>
    </w:p>
    <w:p w:rsidR="00B70430" w:rsidRPr="009C1D14" w:rsidRDefault="00B70430" w:rsidP="00BD0173">
      <w:pPr>
        <w:jc w:val="both"/>
        <w:rPr>
          <w:i/>
          <w:iCs/>
          <w:sz w:val="22"/>
          <w:szCs w:val="22"/>
          <w:lang w:val="bg-BG"/>
        </w:rPr>
      </w:pPr>
      <w:r w:rsidRPr="009C1D14">
        <w:rPr>
          <w:i/>
          <w:iCs/>
          <w:sz w:val="22"/>
          <w:szCs w:val="22"/>
          <w:lang w:val="bg-BG"/>
        </w:rPr>
        <w:t>2</w:t>
      </w:r>
      <w:r w:rsidRPr="009C1D14">
        <w:rPr>
          <w:i/>
          <w:iCs/>
          <w:sz w:val="22"/>
          <w:szCs w:val="22"/>
          <w:lang w:val="ru-RU"/>
        </w:rPr>
        <w:t>.</w:t>
      </w:r>
      <w:r w:rsidRPr="009C1D1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B70430" w:rsidRPr="009C1D14" w:rsidRDefault="00B70430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9C1D14">
        <w:rPr>
          <w:i/>
          <w:iCs/>
          <w:sz w:val="22"/>
          <w:szCs w:val="22"/>
          <w:lang w:val="bg-BG"/>
        </w:rPr>
        <w:t>3.</w:t>
      </w:r>
      <w:r w:rsidRPr="009C1D14">
        <w:rPr>
          <w:i/>
          <w:iCs/>
          <w:sz w:val="22"/>
          <w:szCs w:val="22"/>
          <w:lang w:val="ru-RU"/>
        </w:rPr>
        <w:t>Начин на плащане</w:t>
      </w:r>
      <w:r w:rsidRPr="009C1D14">
        <w:rPr>
          <w:b/>
          <w:bCs/>
          <w:i/>
          <w:iCs/>
          <w:sz w:val="22"/>
          <w:szCs w:val="22"/>
          <w:lang w:val="ru-RU"/>
        </w:rPr>
        <w:t xml:space="preserve">:  </w:t>
      </w:r>
      <w:r w:rsidRPr="009C1D14">
        <w:rPr>
          <w:i/>
          <w:iCs/>
          <w:sz w:val="22"/>
          <w:szCs w:val="22"/>
          <w:lang w:val="ru-RU"/>
        </w:rPr>
        <w:t>съгласно посочения в проекто - договора</w:t>
      </w:r>
      <w:r w:rsidRPr="009C1D14">
        <w:rPr>
          <w:b/>
          <w:bCs/>
          <w:i/>
          <w:iCs/>
          <w:sz w:val="22"/>
          <w:szCs w:val="22"/>
          <w:lang w:val="ru-RU"/>
        </w:rPr>
        <w:t>.</w:t>
      </w:r>
    </w:p>
    <w:p w:rsidR="00B70430" w:rsidRPr="009C1D14" w:rsidRDefault="00B70430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B70430" w:rsidRPr="009C1D14" w:rsidRDefault="00B70430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B70430" w:rsidRPr="009C1D14" w:rsidRDefault="00B70430" w:rsidP="009C1D14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 xml:space="preserve">     Забележка: Настоящото ценово предложение е изготвено на база изискванията на Възложителя към обекта. Поставя се самостоятелно в плик „Предлагана цена”.</w:t>
      </w:r>
    </w:p>
    <w:p w:rsidR="00B70430" w:rsidRPr="009C1D14" w:rsidRDefault="00B70430" w:rsidP="009C1D14">
      <w:pPr>
        <w:rPr>
          <w:b/>
          <w:bCs/>
          <w:i/>
          <w:iCs/>
          <w:sz w:val="22"/>
          <w:szCs w:val="22"/>
          <w:lang w:val="bg-BG"/>
        </w:rPr>
      </w:pPr>
      <w:r w:rsidRPr="009C1D14">
        <w:rPr>
          <w:b/>
          <w:bCs/>
          <w:i/>
          <w:iCs/>
          <w:sz w:val="22"/>
          <w:szCs w:val="22"/>
          <w:lang w:val="bg-BG"/>
        </w:rPr>
        <w:t>Запознати сме с всички условия по изпълнението на дейността.</w:t>
      </w:r>
    </w:p>
    <w:p w:rsidR="00B70430" w:rsidRPr="009C1D14" w:rsidRDefault="00B70430" w:rsidP="009C1D14">
      <w:pPr>
        <w:rPr>
          <w:b/>
          <w:bCs/>
          <w:i/>
          <w:iCs/>
          <w:sz w:val="22"/>
          <w:szCs w:val="22"/>
          <w:lang w:val="bg-BG"/>
        </w:rPr>
      </w:pPr>
    </w:p>
    <w:p w:rsidR="00B70430" w:rsidRPr="009C1D14" w:rsidRDefault="00B70430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 w:rsidRPr="009C1D1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B70430" w:rsidRPr="009C1D14" w:rsidRDefault="00B70430" w:rsidP="00EC69B6">
      <w:pPr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  <w:lang w:val="ru-RU"/>
        </w:rPr>
        <w:t>Дата: .…..…............</w:t>
      </w:r>
      <w:r w:rsidRPr="009C1D14">
        <w:rPr>
          <w:i/>
          <w:iCs/>
          <w:sz w:val="22"/>
          <w:szCs w:val="22"/>
          <w:lang w:val="ru-RU"/>
        </w:rPr>
        <w:t xml:space="preserve"> год. </w:t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B70430" w:rsidRPr="009C1D14" w:rsidRDefault="00B70430" w:rsidP="006B17BA">
      <w:pPr>
        <w:jc w:val="both"/>
        <w:rPr>
          <w:i/>
          <w:iCs/>
          <w:sz w:val="22"/>
          <w:szCs w:val="22"/>
          <w:lang w:val="ru-RU"/>
        </w:rPr>
      </w:pP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rFonts w:cs="Times New Roman"/>
          <w:i/>
          <w:iCs/>
          <w:sz w:val="22"/>
          <w:szCs w:val="22"/>
          <w:lang w:val="ru-RU"/>
        </w:rPr>
        <w:tab/>
      </w:r>
      <w:r w:rsidRPr="009C1D14">
        <w:rPr>
          <w:i/>
          <w:iCs/>
          <w:sz w:val="22"/>
          <w:szCs w:val="22"/>
          <w:lang w:val="ru-RU"/>
        </w:rPr>
        <w:t>(подпис, печат)</w:t>
      </w:r>
    </w:p>
    <w:sectPr w:rsidR="00B70430" w:rsidRPr="009C1D1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02CE6"/>
    <w:rsid w:val="0008293C"/>
    <w:rsid w:val="000970E3"/>
    <w:rsid w:val="000D50B7"/>
    <w:rsid w:val="000D73C4"/>
    <w:rsid w:val="000E41C7"/>
    <w:rsid w:val="00113024"/>
    <w:rsid w:val="00174250"/>
    <w:rsid w:val="00192C5C"/>
    <w:rsid w:val="001D28AE"/>
    <w:rsid w:val="001E3C70"/>
    <w:rsid w:val="00263170"/>
    <w:rsid w:val="00294874"/>
    <w:rsid w:val="002C0818"/>
    <w:rsid w:val="00325911"/>
    <w:rsid w:val="00353AE5"/>
    <w:rsid w:val="00380C55"/>
    <w:rsid w:val="00411ED4"/>
    <w:rsid w:val="004468A0"/>
    <w:rsid w:val="00454A43"/>
    <w:rsid w:val="004A2DF6"/>
    <w:rsid w:val="004A3923"/>
    <w:rsid w:val="004C5730"/>
    <w:rsid w:val="004F36A7"/>
    <w:rsid w:val="005510B1"/>
    <w:rsid w:val="00581E00"/>
    <w:rsid w:val="00584272"/>
    <w:rsid w:val="005848B0"/>
    <w:rsid w:val="0059613B"/>
    <w:rsid w:val="005F3BE4"/>
    <w:rsid w:val="006126E8"/>
    <w:rsid w:val="0061380E"/>
    <w:rsid w:val="0064781B"/>
    <w:rsid w:val="00652BFA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112CC"/>
    <w:rsid w:val="00855EA8"/>
    <w:rsid w:val="008A7C36"/>
    <w:rsid w:val="008B2ABB"/>
    <w:rsid w:val="008E155D"/>
    <w:rsid w:val="008F752B"/>
    <w:rsid w:val="0092460C"/>
    <w:rsid w:val="009606A8"/>
    <w:rsid w:val="009C1D14"/>
    <w:rsid w:val="009E0252"/>
    <w:rsid w:val="009E7E2F"/>
    <w:rsid w:val="00A05DD4"/>
    <w:rsid w:val="00A13D62"/>
    <w:rsid w:val="00A27500"/>
    <w:rsid w:val="00A7588F"/>
    <w:rsid w:val="00A873DC"/>
    <w:rsid w:val="00AE037F"/>
    <w:rsid w:val="00AE5BA0"/>
    <w:rsid w:val="00B00F80"/>
    <w:rsid w:val="00B36C96"/>
    <w:rsid w:val="00B70430"/>
    <w:rsid w:val="00BD0173"/>
    <w:rsid w:val="00C36E90"/>
    <w:rsid w:val="00C46EE8"/>
    <w:rsid w:val="00C63C89"/>
    <w:rsid w:val="00C738E7"/>
    <w:rsid w:val="00C90BD7"/>
    <w:rsid w:val="00C930B6"/>
    <w:rsid w:val="00CA34A3"/>
    <w:rsid w:val="00CA5326"/>
    <w:rsid w:val="00CD4980"/>
    <w:rsid w:val="00D11A78"/>
    <w:rsid w:val="00D16727"/>
    <w:rsid w:val="00D42001"/>
    <w:rsid w:val="00D5067E"/>
    <w:rsid w:val="00D64597"/>
    <w:rsid w:val="00D700CD"/>
    <w:rsid w:val="00D80E9F"/>
    <w:rsid w:val="00D812F1"/>
    <w:rsid w:val="00D91AA6"/>
    <w:rsid w:val="00DE313A"/>
    <w:rsid w:val="00E16B21"/>
    <w:rsid w:val="00EB1480"/>
    <w:rsid w:val="00EC69B6"/>
    <w:rsid w:val="00ED6D55"/>
    <w:rsid w:val="00F25829"/>
    <w:rsid w:val="00F30F3E"/>
    <w:rsid w:val="00F4609D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  <w:style w:type="paragraph" w:customStyle="1" w:styleId="CharChar">
    <w:name w:val="Знак Знак Знак Char Char"/>
    <w:basedOn w:val="Normal"/>
    <w:uiPriority w:val="99"/>
    <w:rsid w:val="00D700CD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270</Words>
  <Characters>1543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14</cp:revision>
  <cp:lastPrinted>2014-03-17T11:16:00Z</cp:lastPrinted>
  <dcterms:created xsi:type="dcterms:W3CDTF">2015-11-18T08:11:00Z</dcterms:created>
  <dcterms:modified xsi:type="dcterms:W3CDTF">2017-11-28T10:01:00Z</dcterms:modified>
</cp:coreProperties>
</file>