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66" w:rsidRPr="009C1D14" w:rsidRDefault="006B3E6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6B3E66" w:rsidRPr="009C1D14" w:rsidRDefault="006B3E6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6B3E66" w:rsidRPr="009C1D14" w:rsidRDefault="006B3E6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B3E66" w:rsidRPr="009C1D14" w:rsidRDefault="006B3E66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6B3E66" w:rsidRPr="009C1D14" w:rsidRDefault="006B3E66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B3E66" w:rsidRPr="009C1D14" w:rsidRDefault="006B3E66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6B3E66" w:rsidRPr="009C1D14" w:rsidRDefault="006B3E66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6B3E66" w:rsidRPr="009C1D14" w:rsidRDefault="006B3E66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6B3E66" w:rsidRPr="00293D3E" w:rsidRDefault="006B3E6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716</w:t>
      </w:r>
    </w:p>
    <w:p w:rsidR="006B3E66" w:rsidRPr="009C1D14" w:rsidRDefault="006B3E6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B3E66" w:rsidRPr="009C1D14" w:rsidRDefault="006B3E66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6B3E66" w:rsidRPr="009C1D14" w:rsidRDefault="006B3E66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6B3E66" w:rsidRPr="009C1D14" w:rsidRDefault="006B3E66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6B3E66" w:rsidRPr="009C1D14" w:rsidRDefault="006B3E6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6B3E66" w:rsidRPr="009C1D14" w:rsidRDefault="006B3E66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6B3E66" w:rsidRPr="009C1D14" w:rsidRDefault="006B3E6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6B3E66" w:rsidRPr="009C1D14" w:rsidRDefault="006B3E66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6B3E66" w:rsidRPr="009C1D14" w:rsidRDefault="006B3E66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6B3E66" w:rsidRPr="009C1D14" w:rsidRDefault="006B3E66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6B3E66" w:rsidRPr="009C1D14" w:rsidRDefault="006B3E66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3D6E41">
        <w:rPr>
          <w:b/>
          <w:bCs/>
          <w:i/>
          <w:iCs/>
          <w:color w:val="000000"/>
          <w:sz w:val="22"/>
          <w:szCs w:val="22"/>
          <w:lang w:val="ru-RU"/>
        </w:rPr>
        <w:t>7</w:t>
      </w:r>
      <w:r>
        <w:rPr>
          <w:b/>
          <w:bCs/>
          <w:i/>
          <w:iCs/>
          <w:color w:val="000000"/>
          <w:sz w:val="22"/>
          <w:szCs w:val="22"/>
          <w:lang w:val="ru-RU"/>
        </w:rPr>
        <w:t xml:space="preserve">16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3D6E41">
        <w:rPr>
          <w:i/>
          <w:iCs/>
          <w:sz w:val="22"/>
          <w:szCs w:val="22"/>
          <w:lang w:val="ru-RU"/>
        </w:rPr>
        <w:t>7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6B3E66" w:rsidRPr="009C1D14" w:rsidRDefault="006B3E66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6B3E66" w:rsidRPr="009C1D14" w:rsidRDefault="006B3E66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6B3E66" w:rsidRPr="009C1D14" w:rsidRDefault="006B3E66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6B3E66" w:rsidRPr="009C1D14" w:rsidRDefault="006B3E6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6B3E66" w:rsidRPr="009C1D14" w:rsidRDefault="006B3E66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6B3E66" w:rsidRPr="009C1D14" w:rsidRDefault="006B3E6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B3E66" w:rsidRPr="009C1D14" w:rsidRDefault="006B3E6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6B3E66" w:rsidRPr="009C1D14" w:rsidRDefault="006B3E66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6B3E66" w:rsidRPr="009C1D14" w:rsidRDefault="006B3E66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6B3E66" w:rsidRPr="009C1D14" w:rsidRDefault="006B3E66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6B3E66" w:rsidRPr="009C1D14" w:rsidRDefault="006B3E66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6B3E66" w:rsidRPr="009C1D14" w:rsidRDefault="006B3E66" w:rsidP="00EC69B6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ru-RU"/>
        </w:rPr>
        <w:t>Дата: .…..</w:t>
      </w:r>
      <w:r>
        <w:rPr>
          <w:i/>
          <w:iCs/>
          <w:sz w:val="22"/>
          <w:szCs w:val="22"/>
          <w:lang w:val="ru-RU"/>
        </w:rPr>
        <w:t>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6B3E66" w:rsidRPr="009C1D14" w:rsidRDefault="006B3E66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6B3E66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74250"/>
    <w:rsid w:val="00192C5C"/>
    <w:rsid w:val="00196FF0"/>
    <w:rsid w:val="001C5DD6"/>
    <w:rsid w:val="001D28AE"/>
    <w:rsid w:val="001E3C70"/>
    <w:rsid w:val="00293D3E"/>
    <w:rsid w:val="00294874"/>
    <w:rsid w:val="002C0818"/>
    <w:rsid w:val="00325911"/>
    <w:rsid w:val="00340B57"/>
    <w:rsid w:val="00353AE5"/>
    <w:rsid w:val="00380C55"/>
    <w:rsid w:val="003D6E41"/>
    <w:rsid w:val="00411ED4"/>
    <w:rsid w:val="004468A0"/>
    <w:rsid w:val="00454A43"/>
    <w:rsid w:val="004A3923"/>
    <w:rsid w:val="004C5730"/>
    <w:rsid w:val="004F36A7"/>
    <w:rsid w:val="005126C9"/>
    <w:rsid w:val="00523263"/>
    <w:rsid w:val="005510B1"/>
    <w:rsid w:val="00581E00"/>
    <w:rsid w:val="00584272"/>
    <w:rsid w:val="005848B0"/>
    <w:rsid w:val="0059613B"/>
    <w:rsid w:val="005F3BE4"/>
    <w:rsid w:val="006126E8"/>
    <w:rsid w:val="00657A08"/>
    <w:rsid w:val="006712FF"/>
    <w:rsid w:val="006953AF"/>
    <w:rsid w:val="006B17BA"/>
    <w:rsid w:val="006B3E66"/>
    <w:rsid w:val="006C791E"/>
    <w:rsid w:val="006F5834"/>
    <w:rsid w:val="0070639B"/>
    <w:rsid w:val="00720ADB"/>
    <w:rsid w:val="00726F63"/>
    <w:rsid w:val="007A2F4D"/>
    <w:rsid w:val="00804883"/>
    <w:rsid w:val="00855EA8"/>
    <w:rsid w:val="008A7C36"/>
    <w:rsid w:val="0092460C"/>
    <w:rsid w:val="009606A8"/>
    <w:rsid w:val="009700D9"/>
    <w:rsid w:val="009C1D14"/>
    <w:rsid w:val="009E0252"/>
    <w:rsid w:val="00A13D62"/>
    <w:rsid w:val="00A7588F"/>
    <w:rsid w:val="00A873DC"/>
    <w:rsid w:val="00AA04DF"/>
    <w:rsid w:val="00AE037F"/>
    <w:rsid w:val="00AE5BA0"/>
    <w:rsid w:val="00B00F80"/>
    <w:rsid w:val="00B36C96"/>
    <w:rsid w:val="00B86D5C"/>
    <w:rsid w:val="00BD0173"/>
    <w:rsid w:val="00BD4709"/>
    <w:rsid w:val="00C36E90"/>
    <w:rsid w:val="00C63C89"/>
    <w:rsid w:val="00C738E7"/>
    <w:rsid w:val="00C90BD7"/>
    <w:rsid w:val="00CA34A3"/>
    <w:rsid w:val="00CA5326"/>
    <w:rsid w:val="00CD4980"/>
    <w:rsid w:val="00D11A78"/>
    <w:rsid w:val="00D16727"/>
    <w:rsid w:val="00D5067E"/>
    <w:rsid w:val="00D64597"/>
    <w:rsid w:val="00D700CD"/>
    <w:rsid w:val="00D80E9F"/>
    <w:rsid w:val="00D91AA6"/>
    <w:rsid w:val="00DC1C08"/>
    <w:rsid w:val="00DE313A"/>
    <w:rsid w:val="00E16B21"/>
    <w:rsid w:val="00EB1480"/>
    <w:rsid w:val="00EC69B6"/>
    <w:rsid w:val="00ED6D55"/>
    <w:rsid w:val="00F25829"/>
    <w:rsid w:val="00F30F3E"/>
    <w:rsid w:val="00F50545"/>
    <w:rsid w:val="00FA60FC"/>
    <w:rsid w:val="00FC2DA6"/>
    <w:rsid w:val="00FD519E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235</Words>
  <Characters>1345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15</cp:revision>
  <cp:lastPrinted>2014-03-17T11:16:00Z</cp:lastPrinted>
  <dcterms:created xsi:type="dcterms:W3CDTF">2015-11-18T08:11:00Z</dcterms:created>
  <dcterms:modified xsi:type="dcterms:W3CDTF">2017-07-07T10:23:00Z</dcterms:modified>
</cp:coreProperties>
</file>