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E1" w:rsidRPr="009C1D14" w:rsidRDefault="005D74E1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5D74E1" w:rsidRPr="009C1D14" w:rsidRDefault="005D74E1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5D74E1" w:rsidRPr="009C1D14" w:rsidRDefault="005D74E1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5D74E1" w:rsidRPr="009C1D14" w:rsidRDefault="005D74E1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5D74E1" w:rsidRPr="009C1D14" w:rsidRDefault="005D74E1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5D74E1" w:rsidRPr="009C1D14" w:rsidRDefault="005D74E1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5D74E1" w:rsidRPr="009C1D14" w:rsidRDefault="005D74E1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5D74E1" w:rsidRPr="009C1D14" w:rsidRDefault="005D74E1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5D74E1" w:rsidRPr="005075D8" w:rsidRDefault="005D74E1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160</w:t>
      </w:r>
      <w:r w:rsidRPr="005075D8">
        <w:rPr>
          <w:b/>
          <w:bCs/>
          <w:i/>
          <w:iCs/>
          <w:sz w:val="22"/>
          <w:szCs w:val="22"/>
          <w:lang w:val="ru-RU" w:eastAsia="bg-BG"/>
        </w:rPr>
        <w:t>8</w:t>
      </w:r>
    </w:p>
    <w:p w:rsidR="005D74E1" w:rsidRPr="009C1D14" w:rsidRDefault="005D74E1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5D74E1" w:rsidRPr="009C1D14" w:rsidRDefault="005D74E1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5D74E1" w:rsidRPr="009C1D14" w:rsidRDefault="005D74E1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5D74E1" w:rsidRPr="009C1D14" w:rsidRDefault="005D74E1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5D74E1" w:rsidRPr="009C1D14" w:rsidRDefault="005D74E1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5D74E1" w:rsidRPr="009C1D14" w:rsidRDefault="005D74E1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5D74E1" w:rsidRPr="009C1D14" w:rsidRDefault="005D74E1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5D74E1" w:rsidRPr="009C1D14" w:rsidRDefault="005D74E1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5D74E1" w:rsidRPr="009C1D14" w:rsidRDefault="005D74E1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5D74E1" w:rsidRPr="009C1D14" w:rsidRDefault="005D74E1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5D74E1" w:rsidRPr="009C1D14" w:rsidRDefault="005D74E1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Обект № 1606 </w:t>
      </w:r>
      <w:r w:rsidRPr="009C1D14">
        <w:rPr>
          <w:i/>
          <w:iCs/>
          <w:sz w:val="22"/>
          <w:szCs w:val="22"/>
          <w:lang w:val="bg-BG"/>
        </w:rPr>
        <w:t>в ОГТ собственост на Община Твърдица  – ЛСФ 2016г.,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5D74E1" w:rsidRPr="009C1D14" w:rsidRDefault="005D74E1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5D74E1" w:rsidRPr="009C1D14" w:rsidRDefault="005D74E1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5D74E1" w:rsidRPr="009C1D14" w:rsidRDefault="005D74E1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5D74E1" w:rsidRPr="009C1D14" w:rsidRDefault="005D74E1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5D74E1" w:rsidRPr="009C1D14" w:rsidRDefault="005D74E1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5D74E1" w:rsidRPr="009C1D14" w:rsidRDefault="005D74E1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5D74E1" w:rsidRPr="009C1D14" w:rsidRDefault="005D74E1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5D74E1" w:rsidRPr="009C1D14" w:rsidRDefault="005D74E1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5D74E1" w:rsidRPr="009C1D14" w:rsidRDefault="005D74E1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5D74E1" w:rsidRPr="009C1D14" w:rsidRDefault="005D74E1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5D74E1" w:rsidRPr="009C1D14" w:rsidRDefault="005D74E1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5D74E1" w:rsidRPr="009C1D14" w:rsidRDefault="005D74E1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5D74E1" w:rsidRPr="009C1D14" w:rsidRDefault="005D74E1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5D74E1" w:rsidRPr="009C1D14" w:rsidRDefault="005D74E1" w:rsidP="00EC69B6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ru-RU"/>
        </w:rPr>
        <w:t xml:space="preserve">Дата: .…..…............ 2016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5D74E1" w:rsidRPr="009C1D14" w:rsidRDefault="005D74E1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5D74E1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8293C"/>
    <w:rsid w:val="000970E3"/>
    <w:rsid w:val="000D50B7"/>
    <w:rsid w:val="000D73C4"/>
    <w:rsid w:val="000E41C7"/>
    <w:rsid w:val="00174250"/>
    <w:rsid w:val="00192C5C"/>
    <w:rsid w:val="001D28AE"/>
    <w:rsid w:val="001E3C70"/>
    <w:rsid w:val="00294874"/>
    <w:rsid w:val="002C0818"/>
    <w:rsid w:val="00325911"/>
    <w:rsid w:val="00353AE5"/>
    <w:rsid w:val="00380C55"/>
    <w:rsid w:val="00411ED4"/>
    <w:rsid w:val="00423E4F"/>
    <w:rsid w:val="004468A0"/>
    <w:rsid w:val="00454A43"/>
    <w:rsid w:val="004A3923"/>
    <w:rsid w:val="004C5730"/>
    <w:rsid w:val="004F36A7"/>
    <w:rsid w:val="005075D8"/>
    <w:rsid w:val="005510B1"/>
    <w:rsid w:val="00581E00"/>
    <w:rsid w:val="00584272"/>
    <w:rsid w:val="005848B0"/>
    <w:rsid w:val="0059613B"/>
    <w:rsid w:val="005D74E1"/>
    <w:rsid w:val="005F3BE4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55EA8"/>
    <w:rsid w:val="008A7C36"/>
    <w:rsid w:val="009606A8"/>
    <w:rsid w:val="009C1D14"/>
    <w:rsid w:val="009E0252"/>
    <w:rsid w:val="00A13D62"/>
    <w:rsid w:val="00A7588F"/>
    <w:rsid w:val="00A873DC"/>
    <w:rsid w:val="00AD43A3"/>
    <w:rsid w:val="00AE037F"/>
    <w:rsid w:val="00AE5BA0"/>
    <w:rsid w:val="00B00F80"/>
    <w:rsid w:val="00BD0173"/>
    <w:rsid w:val="00BE1BA5"/>
    <w:rsid w:val="00C36E90"/>
    <w:rsid w:val="00C63C89"/>
    <w:rsid w:val="00C738E7"/>
    <w:rsid w:val="00C90BD7"/>
    <w:rsid w:val="00CA34A3"/>
    <w:rsid w:val="00CA5326"/>
    <w:rsid w:val="00CB1DB9"/>
    <w:rsid w:val="00D11A78"/>
    <w:rsid w:val="00D15C51"/>
    <w:rsid w:val="00D16727"/>
    <w:rsid w:val="00D5067E"/>
    <w:rsid w:val="00D64597"/>
    <w:rsid w:val="00D700CD"/>
    <w:rsid w:val="00D80E9F"/>
    <w:rsid w:val="00D91AA6"/>
    <w:rsid w:val="00DE313A"/>
    <w:rsid w:val="00E16B21"/>
    <w:rsid w:val="00EB1480"/>
    <w:rsid w:val="00EC69B6"/>
    <w:rsid w:val="00ED6D55"/>
    <w:rsid w:val="00F234DA"/>
    <w:rsid w:val="00F25829"/>
    <w:rsid w:val="00F30F3E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271</Words>
  <Characters>1548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10</cp:revision>
  <cp:lastPrinted>2014-03-17T11:16:00Z</cp:lastPrinted>
  <dcterms:created xsi:type="dcterms:W3CDTF">2015-11-18T08:11:00Z</dcterms:created>
  <dcterms:modified xsi:type="dcterms:W3CDTF">2016-05-13T10:52:00Z</dcterms:modified>
</cp:coreProperties>
</file>