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36" w:rsidRPr="009C1D14" w:rsidRDefault="008A7C3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8A7C36" w:rsidRPr="009C1D14" w:rsidRDefault="008A7C3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8A7C36" w:rsidRPr="009C1D14" w:rsidRDefault="008A7C3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A7C36" w:rsidRPr="009C1D14" w:rsidRDefault="008A7C36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8A7C36" w:rsidRPr="009C1D14" w:rsidRDefault="008A7C36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A7C36" w:rsidRPr="009C1D14" w:rsidRDefault="008A7C36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8A7C36" w:rsidRPr="009C1D14" w:rsidRDefault="008A7C36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8A7C36" w:rsidRPr="009C1D14" w:rsidRDefault="008A7C36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8A7C36" w:rsidRPr="009C1D14" w:rsidRDefault="008A7C3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  <w:r w:rsidRPr="009C1D14">
        <w:rPr>
          <w:b/>
          <w:bCs/>
          <w:i/>
          <w:iCs/>
          <w:sz w:val="22"/>
          <w:szCs w:val="22"/>
          <w:lang w:val="bg-BG" w:eastAsia="bg-BG"/>
        </w:rPr>
        <w:t>ЗА ОБЕКТ № 1606</w:t>
      </w:r>
    </w:p>
    <w:p w:rsidR="008A7C36" w:rsidRPr="009C1D14" w:rsidRDefault="008A7C3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A7C36" w:rsidRPr="009C1D14" w:rsidRDefault="008A7C36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A7C36" w:rsidRPr="009C1D14" w:rsidRDefault="008A7C36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8A7C36" w:rsidRPr="009C1D14" w:rsidRDefault="008A7C36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8A7C36" w:rsidRPr="009C1D14" w:rsidRDefault="008A7C3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8A7C36" w:rsidRPr="009C1D14" w:rsidRDefault="008A7C36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8A7C36" w:rsidRPr="009C1D14" w:rsidRDefault="008A7C3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8A7C36" w:rsidRPr="009C1D14" w:rsidRDefault="008A7C36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8A7C36" w:rsidRPr="009C1D14" w:rsidRDefault="008A7C36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8A7C36" w:rsidRPr="009C1D14" w:rsidRDefault="008A7C36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8A7C36" w:rsidRPr="009C1D14" w:rsidRDefault="008A7C36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Обект № 1606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8A7C36" w:rsidRPr="009C1D14" w:rsidRDefault="008A7C36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8A7C36" w:rsidRPr="009C1D14" w:rsidRDefault="008A7C36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8A7C36" w:rsidRPr="009C1D14" w:rsidRDefault="008A7C36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rFonts w:cs="Times New Roman"/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rFonts w:cs="Times New Roman"/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8A7C36" w:rsidRPr="009C1D14" w:rsidRDefault="008A7C3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1.2.За  изграждане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8A7C36" w:rsidRPr="009C1D14" w:rsidRDefault="008A7C3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8A7C36" w:rsidRPr="009C1D14" w:rsidRDefault="008A7C3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8A7C36" w:rsidRPr="009C1D14" w:rsidRDefault="008A7C36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8A7C36" w:rsidRPr="009C1D14" w:rsidRDefault="008A7C3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A7C36" w:rsidRPr="009C1D14" w:rsidRDefault="008A7C3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A7C36" w:rsidRPr="009C1D14" w:rsidRDefault="008A7C36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8A7C36" w:rsidRPr="009C1D14" w:rsidRDefault="008A7C36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8A7C36" w:rsidRPr="009C1D14" w:rsidRDefault="008A7C36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8A7C36" w:rsidRPr="009C1D14" w:rsidRDefault="008A7C36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8A7C36" w:rsidRPr="009C1D14" w:rsidRDefault="008A7C36" w:rsidP="00EC69B6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ru-RU"/>
        </w:rPr>
        <w:t xml:space="preserve">Дата: .…..…............ 2016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8A7C36" w:rsidRPr="009C1D14" w:rsidRDefault="008A7C36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8A7C36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468A0"/>
    <w:rsid w:val="00454A43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606A8"/>
    <w:rsid w:val="009C1D14"/>
    <w:rsid w:val="009E0252"/>
    <w:rsid w:val="00A13D62"/>
    <w:rsid w:val="00A7588F"/>
    <w:rsid w:val="00A873DC"/>
    <w:rsid w:val="00AE037F"/>
    <w:rsid w:val="00AE5BA0"/>
    <w:rsid w:val="00B00F80"/>
    <w:rsid w:val="00BD0173"/>
    <w:rsid w:val="00C36E90"/>
    <w:rsid w:val="00C63C89"/>
    <w:rsid w:val="00C738E7"/>
    <w:rsid w:val="00C90BD7"/>
    <w:rsid w:val="00CA34A3"/>
    <w:rsid w:val="00CA5326"/>
    <w:rsid w:val="00D11A78"/>
    <w:rsid w:val="00D16727"/>
    <w:rsid w:val="00D5067E"/>
    <w:rsid w:val="00D64597"/>
    <w:rsid w:val="00D700CD"/>
    <w:rsid w:val="00D80E9F"/>
    <w:rsid w:val="00D91AA6"/>
    <w:rsid w:val="00DE313A"/>
    <w:rsid w:val="00E16B21"/>
    <w:rsid w:val="00EB1480"/>
    <w:rsid w:val="00EC69B6"/>
    <w:rsid w:val="00ED6D55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link w:val="DefaultParagraphFont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272</Words>
  <Characters>1551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8</cp:revision>
  <cp:lastPrinted>2014-03-17T11:16:00Z</cp:lastPrinted>
  <dcterms:created xsi:type="dcterms:W3CDTF">2015-11-18T08:11:00Z</dcterms:created>
  <dcterms:modified xsi:type="dcterms:W3CDTF">2016-02-23T12:47:00Z</dcterms:modified>
</cp:coreProperties>
</file>